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1D1" w:rsidRPr="00B14F66" w:rsidRDefault="005221D1" w:rsidP="00B14F66">
      <w:pPr>
        <w:autoSpaceDE w:val="0"/>
        <w:autoSpaceDN w:val="0"/>
        <w:adjustRightInd w:val="0"/>
        <w:ind w:firstLine="360"/>
        <w:jc w:val="both"/>
        <w:rPr>
          <w:b/>
          <w:bCs/>
          <w:i/>
          <w:iCs/>
          <w:sz w:val="28"/>
          <w:szCs w:val="28"/>
        </w:rPr>
      </w:pPr>
      <w:r w:rsidRPr="00B14F66">
        <w:rPr>
          <w:b/>
          <w:bCs/>
          <w:i/>
          <w:iCs/>
          <w:sz w:val="28"/>
          <w:szCs w:val="28"/>
        </w:rPr>
        <w:t>Какие документы должны быть у начальника лагеря?</w:t>
      </w:r>
    </w:p>
    <w:p w:rsidR="005221D1" w:rsidRPr="00B14F66" w:rsidRDefault="005221D1" w:rsidP="00B14F66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  <w:r w:rsidRPr="00B14F66">
        <w:rPr>
          <w:sz w:val="28"/>
          <w:szCs w:val="28"/>
        </w:rPr>
        <w:t xml:space="preserve">Акт приемки лагеря городской оздоровительной комиссией (один на все смены). </w:t>
      </w:r>
    </w:p>
    <w:p w:rsidR="005221D1" w:rsidRPr="00B14F66" w:rsidRDefault="005221D1" w:rsidP="00B14F66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  <w:r w:rsidRPr="00B14F66">
        <w:rPr>
          <w:sz w:val="28"/>
          <w:szCs w:val="28"/>
        </w:rPr>
        <w:t>Разрешение Роспотребнадзора на открытие лагеря (на каждую смену)</w:t>
      </w:r>
    </w:p>
    <w:p w:rsidR="005221D1" w:rsidRPr="00B14F66" w:rsidRDefault="005221D1" w:rsidP="00B14F66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  <w:r w:rsidRPr="00B14F66">
        <w:rPr>
          <w:sz w:val="28"/>
          <w:szCs w:val="28"/>
        </w:rPr>
        <w:t xml:space="preserve">Приказ директора образовательного учреждения на основании приказа начальника Управления образованием УКМО об открытии лагеря, назначении ответственного </w:t>
      </w:r>
      <w:r w:rsidRPr="00B14F66">
        <w:rPr>
          <w:color w:val="000000"/>
          <w:sz w:val="28"/>
          <w:szCs w:val="28"/>
        </w:rPr>
        <w:t>лица за организацию работы летнего оздоровительного лагеря с дневным пребыванием на базе (лагеря труда отдыха)</w:t>
      </w:r>
      <w:r w:rsidRPr="00B14F66">
        <w:rPr>
          <w:sz w:val="28"/>
          <w:szCs w:val="28"/>
        </w:rPr>
        <w:t xml:space="preserve">, о направлении воспитателей и обслуживающего персонала для работы в лагере в счет рабочего времени, о назначении ответственных за противопожарную безопасность, за организацию питания, за жизнь и здоровье отдыхающих в лагере детей с подписями сотрудников об ознакомлении. </w:t>
      </w:r>
    </w:p>
    <w:p w:rsidR="005221D1" w:rsidRPr="00B14F66" w:rsidRDefault="005221D1" w:rsidP="00B14F66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  <w:r w:rsidRPr="00B14F66">
        <w:rPr>
          <w:sz w:val="28"/>
          <w:szCs w:val="28"/>
        </w:rPr>
        <w:t>Положение о данном лагере, утвержденное директором учреждения.</w:t>
      </w:r>
    </w:p>
    <w:p w:rsidR="005221D1" w:rsidRPr="00B14F66" w:rsidRDefault="005221D1" w:rsidP="00B14F66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  <w:r w:rsidRPr="00B14F66">
        <w:rPr>
          <w:sz w:val="28"/>
          <w:szCs w:val="28"/>
        </w:rPr>
        <w:t>Должностные инструкции сотрудников, утвержденные директором учреждения.</w:t>
      </w:r>
    </w:p>
    <w:p w:rsidR="005221D1" w:rsidRPr="00B14F66" w:rsidRDefault="005221D1" w:rsidP="00B14F66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  <w:r w:rsidRPr="00B14F66">
        <w:rPr>
          <w:sz w:val="28"/>
          <w:szCs w:val="28"/>
        </w:rPr>
        <w:t>Штатное расписание сотрудников лагеря.</w:t>
      </w:r>
    </w:p>
    <w:p w:rsidR="005221D1" w:rsidRPr="00B14F66" w:rsidRDefault="005221D1" w:rsidP="00B14F66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  <w:r w:rsidRPr="00B14F66">
        <w:rPr>
          <w:sz w:val="28"/>
          <w:szCs w:val="28"/>
        </w:rPr>
        <w:t>Программа и план работы, утвержденные директором учреждения.</w:t>
      </w:r>
    </w:p>
    <w:p w:rsidR="005221D1" w:rsidRPr="00B14F66" w:rsidRDefault="005221D1" w:rsidP="00B14F66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  <w:r w:rsidRPr="00B14F66">
        <w:rPr>
          <w:sz w:val="28"/>
          <w:szCs w:val="28"/>
        </w:rPr>
        <w:t>Распорядок дня, утвержденный директором учреждения.</w:t>
      </w:r>
      <w:r w:rsidRPr="00B14F66">
        <w:rPr>
          <w:color w:val="0000FF"/>
          <w:sz w:val="28"/>
          <w:szCs w:val="28"/>
        </w:rPr>
        <w:t xml:space="preserve"> </w:t>
      </w:r>
    </w:p>
    <w:p w:rsidR="005221D1" w:rsidRPr="00B14F66" w:rsidRDefault="005221D1" w:rsidP="00B14F66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  <w:r w:rsidRPr="00B14F66">
        <w:rPr>
          <w:sz w:val="28"/>
          <w:szCs w:val="28"/>
        </w:rPr>
        <w:t xml:space="preserve">Документы по охране труда и технике безопасности, по пожарной безопасности (инструкции, журнал проведения инструктажей, состав комиссии по расследованию несчастных случаев в ОЗЛ). </w:t>
      </w:r>
    </w:p>
    <w:p w:rsidR="005221D1" w:rsidRPr="00B14F66" w:rsidRDefault="005221D1" w:rsidP="00B14F66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14F66">
        <w:rPr>
          <w:sz w:val="28"/>
          <w:szCs w:val="28"/>
        </w:rPr>
        <w:t>Медицинские  книжки сотрудников с допуском к работе.</w:t>
      </w:r>
    </w:p>
    <w:p w:rsidR="005221D1" w:rsidRPr="00B14F66" w:rsidRDefault="005221D1" w:rsidP="00B14F66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14F66">
        <w:rPr>
          <w:sz w:val="28"/>
          <w:szCs w:val="28"/>
        </w:rPr>
        <w:t>Правила поведения воспитанников о/лагеря.</w:t>
      </w:r>
    </w:p>
    <w:p w:rsidR="005221D1" w:rsidRPr="00B14F66" w:rsidRDefault="005221D1" w:rsidP="00B14F66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  <w:r w:rsidRPr="00B14F66">
        <w:rPr>
          <w:sz w:val="28"/>
          <w:szCs w:val="28"/>
        </w:rPr>
        <w:t>Табель посещаемости детей.</w:t>
      </w:r>
    </w:p>
    <w:p w:rsidR="005221D1" w:rsidRPr="00B14F66" w:rsidRDefault="005221D1" w:rsidP="00B14F66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  <w:r w:rsidRPr="00B14F66">
        <w:rPr>
          <w:sz w:val="28"/>
          <w:szCs w:val="28"/>
        </w:rPr>
        <w:t>Табель учета рабочего времени сотрудников лагеря (смены).</w:t>
      </w:r>
    </w:p>
    <w:p w:rsidR="005221D1" w:rsidRPr="00B14F66" w:rsidRDefault="005221D1" w:rsidP="00B14F66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  <w:r w:rsidRPr="00B14F66">
        <w:rPr>
          <w:sz w:val="28"/>
          <w:szCs w:val="28"/>
        </w:rPr>
        <w:t xml:space="preserve">Реестр детей с датой рождения, указанием класса, домашнего адреса, местом работы родителей </w:t>
      </w:r>
    </w:p>
    <w:p w:rsidR="005221D1" w:rsidRPr="00B14F66" w:rsidRDefault="005221D1" w:rsidP="00B14F66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  <w:r w:rsidRPr="00B14F66">
        <w:rPr>
          <w:sz w:val="28"/>
          <w:szCs w:val="28"/>
        </w:rPr>
        <w:t>Заявления от родителей (законных представителей) детей на имя директора ОУ о зачислении ребенка, копии свидетельств о рождении.</w:t>
      </w:r>
    </w:p>
    <w:p w:rsidR="005221D1" w:rsidRPr="00B14F66" w:rsidRDefault="005221D1" w:rsidP="00B14F66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  <w:r w:rsidRPr="00B14F66">
        <w:rPr>
          <w:sz w:val="28"/>
          <w:szCs w:val="28"/>
        </w:rPr>
        <w:t xml:space="preserve">Медицинские справки о состоянии здоровья детей (если ребенок обучается в этой же школе, </w:t>
      </w:r>
      <w:r>
        <w:rPr>
          <w:sz w:val="28"/>
          <w:szCs w:val="28"/>
        </w:rPr>
        <w:t>то справка не нужна</w:t>
      </w:r>
      <w:r w:rsidRPr="00B14F66">
        <w:rPr>
          <w:sz w:val="28"/>
          <w:szCs w:val="28"/>
        </w:rPr>
        <w:t>).</w:t>
      </w:r>
    </w:p>
    <w:p w:rsidR="005221D1" w:rsidRPr="00B14F66" w:rsidRDefault="005221D1" w:rsidP="00B14F66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  <w:r w:rsidRPr="00B14F66">
        <w:rPr>
          <w:sz w:val="28"/>
          <w:szCs w:val="28"/>
        </w:rPr>
        <w:t>Квитанции об оплате (для социальных категорий – соответствующие документы)</w:t>
      </w:r>
    </w:p>
    <w:p w:rsidR="005221D1" w:rsidRPr="00B14F66" w:rsidRDefault="005221D1" w:rsidP="00B14F66">
      <w:pPr>
        <w:jc w:val="both"/>
        <w:rPr>
          <w:sz w:val="28"/>
          <w:szCs w:val="28"/>
        </w:rPr>
      </w:pPr>
    </w:p>
    <w:sectPr w:rsidR="005221D1" w:rsidRPr="00B14F66" w:rsidSect="005807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D26C0"/>
    <w:multiLevelType w:val="hybridMultilevel"/>
    <w:tmpl w:val="2EF0175A"/>
    <w:lvl w:ilvl="0" w:tplc="284EBE34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</w:lvl>
    <w:lvl w:ilvl="1" w:tplc="44BE9A48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bCs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70A3"/>
    <w:rsid w:val="00025788"/>
    <w:rsid w:val="000270A3"/>
    <w:rsid w:val="0019474C"/>
    <w:rsid w:val="00277100"/>
    <w:rsid w:val="005221D1"/>
    <w:rsid w:val="0058079D"/>
    <w:rsid w:val="005C1BBD"/>
    <w:rsid w:val="00692FED"/>
    <w:rsid w:val="0078627A"/>
    <w:rsid w:val="00814319"/>
    <w:rsid w:val="00851473"/>
    <w:rsid w:val="008F2556"/>
    <w:rsid w:val="00997E18"/>
    <w:rsid w:val="009D406F"/>
    <w:rsid w:val="00B14F66"/>
    <w:rsid w:val="00B47578"/>
    <w:rsid w:val="00ED12A6"/>
    <w:rsid w:val="00F123B3"/>
    <w:rsid w:val="00F82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0A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235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</TotalTime>
  <Pages>1</Pages>
  <Words>265</Words>
  <Characters>1516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Слава</dc:creator>
  <cp:keywords/>
  <dc:description/>
  <cp:lastModifiedBy>MPKosygina</cp:lastModifiedBy>
  <cp:revision>5</cp:revision>
  <cp:lastPrinted>2013-05-17T03:28:00Z</cp:lastPrinted>
  <dcterms:created xsi:type="dcterms:W3CDTF">2013-05-16T18:07:00Z</dcterms:created>
  <dcterms:modified xsi:type="dcterms:W3CDTF">2014-05-15T03:05:00Z</dcterms:modified>
</cp:coreProperties>
</file>